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32E72D9D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</w:t>
      </w:r>
      <w:r w:rsidR="008D19BC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8D19BC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70CD97E2" w14:textId="5F597610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8D19BC">
        <w:rPr>
          <w:rFonts w:ascii="Corbel" w:hAnsi="Corbel"/>
          <w:sz w:val="20"/>
          <w:szCs w:val="20"/>
        </w:rPr>
        <w:t>3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8D19B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C3F42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0C3F42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34CA32E7" w:rsidR="0085747A" w:rsidRPr="00F65D32" w:rsidRDefault="00F65D3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5D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0E26E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6BF3935" w14:textId="77777777" w:rsidTr="00E26E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D531F0D" w:rsidR="00015B8F" w:rsidRPr="009C54AE" w:rsidRDefault="00F65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4841BF">
        <w:rPr>
          <w:rStyle w:val="normaltextrun"/>
          <w:rFonts w:ascii="Corbel" w:hAnsi="Corbel" w:cs="Segoe UI"/>
        </w:rPr>
        <w:sym w:font="Wingdings" w:char="F0FE"/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proofErr w:type="spellStart"/>
      <w:r w:rsidRPr="004841BF">
        <w:rPr>
          <w:rStyle w:val="spellingerror"/>
          <w:rFonts w:ascii="Corbel" w:hAnsi="Corbel"/>
        </w:rPr>
        <w:t>Teams</w:t>
      </w:r>
      <w:proofErr w:type="spellEnd"/>
      <w:r w:rsidRPr="004841BF">
        <w:rPr>
          <w:rStyle w:val="spellingerror"/>
          <w:rFonts w:ascii="Corbel" w:hAnsi="Corbel"/>
        </w:rPr>
        <w:t>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67E92757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451E19AF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2841305D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6CE3EA53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7410D375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0E38A4D3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Dec P., Niepewność funkcjonowania przedsiębiorstw: bankructwa, restrukturyzacja, likwidacja,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Nowak J., Restrukturyzacja zadłużenia w przedsiębiorstwie, </w:t>
            </w:r>
            <w:proofErr w:type="spellStart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20459" w14:textId="77777777" w:rsidR="00206E88" w:rsidRDefault="00206E88" w:rsidP="00C16ABF">
      <w:pPr>
        <w:spacing w:after="0" w:line="240" w:lineRule="auto"/>
      </w:pPr>
      <w:r>
        <w:separator/>
      </w:r>
    </w:p>
  </w:endnote>
  <w:endnote w:type="continuationSeparator" w:id="0">
    <w:p w14:paraId="3A9C4450" w14:textId="77777777" w:rsidR="00206E88" w:rsidRDefault="00206E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9DE05" w14:textId="77777777" w:rsidR="00206E88" w:rsidRDefault="00206E88" w:rsidP="00C16ABF">
      <w:pPr>
        <w:spacing w:after="0" w:line="240" w:lineRule="auto"/>
      </w:pPr>
      <w:r>
        <w:separator/>
      </w:r>
    </w:p>
  </w:footnote>
  <w:footnote w:type="continuationSeparator" w:id="0">
    <w:p w14:paraId="323B03D9" w14:textId="77777777" w:rsidR="00206E88" w:rsidRDefault="00206E88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06E8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1B58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19BC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65D32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50D966-A12A-41F4-84A5-6CBAC3C2F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5560FA-8D50-4FAD-8871-1D7ECFB40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969</Words>
  <Characters>5815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2020-10-26T09:21:00Z</dcterms:created>
  <dcterms:modified xsi:type="dcterms:W3CDTF">2021-09-03T10:32:00Z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